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CBA" w:rsidRPr="00FC2B89" w:rsidRDefault="000817F0" w:rsidP="001A42FD">
      <w:pPr>
        <w:jc w:val="center"/>
        <w:rPr>
          <w:b/>
          <w:bCs/>
          <w:sz w:val="28"/>
          <w:szCs w:val="28"/>
        </w:rPr>
      </w:pPr>
      <w:r w:rsidRPr="000817F0">
        <w:rPr>
          <w:b/>
          <w:bCs/>
          <w:sz w:val="28"/>
          <w:szCs w:val="28"/>
        </w:rPr>
        <w:t>RECURSOS TECNOLÓGICOS PROPORCIONADOS POR LA EMPRESA</w:t>
      </w:r>
    </w:p>
    <w:p w:rsidR="001A42FD" w:rsidRDefault="001A42FD" w:rsidP="001A42FD">
      <w:pPr>
        <w:jc w:val="center"/>
      </w:pPr>
    </w:p>
    <w:p w:rsidR="001A42FD" w:rsidRDefault="001A42FD" w:rsidP="001A42FD">
      <w:pPr>
        <w:jc w:val="both"/>
      </w:pPr>
      <w:r w:rsidRPr="001A42FD">
        <w:rPr>
          <w:b/>
          <w:bCs/>
          <w:highlight w:val="yellow"/>
        </w:rPr>
        <w:t>NOMBRE</w:t>
      </w:r>
      <w:r w:rsidR="00EC5573">
        <w:rPr>
          <w:b/>
          <w:bCs/>
          <w:highlight w:val="yellow"/>
        </w:rPr>
        <w:t xml:space="preserve"> DE LA EMPRESA, </w:t>
      </w:r>
      <w:r w:rsidRPr="001A42FD">
        <w:rPr>
          <w:b/>
          <w:bCs/>
          <w:highlight w:val="yellow"/>
        </w:rPr>
        <w:t>EN NEGRITA Y MAYÚSCULA</w:t>
      </w:r>
      <w:r>
        <w:t xml:space="preserve"> </w:t>
      </w:r>
      <w:r w:rsidR="00EC5573">
        <w:t xml:space="preserve">por este medio hacemos constar que al estudiante </w:t>
      </w:r>
      <w:r w:rsidR="00EC5573" w:rsidRPr="00EC5573">
        <w:rPr>
          <w:b/>
          <w:bCs/>
          <w:highlight w:val="yellow"/>
        </w:rPr>
        <w:t>NOMBRE DEL ESTUDIANTE</w:t>
      </w:r>
      <w:r w:rsidR="00EC5573" w:rsidRPr="00EC5573">
        <w:t>,</w:t>
      </w:r>
      <w:r w:rsidR="00EC5573">
        <w:t xml:space="preserve"> de </w:t>
      </w:r>
      <w:r>
        <w:t xml:space="preserve">la Carrera de Ingeniería en Sistemas de la Universidad Nacional Autónoma de Honduras (UNAH) en Ciudad Universitaria (CU), con número de cuenta </w:t>
      </w:r>
      <w:r w:rsidRPr="001A42FD">
        <w:rPr>
          <w:b/>
          <w:bCs/>
          <w:highlight w:val="yellow"/>
        </w:rPr>
        <w:t>NO. CUENTA</w:t>
      </w:r>
      <w:r>
        <w:t xml:space="preserve">, </w:t>
      </w:r>
      <w:r w:rsidR="00EC5573">
        <w:t xml:space="preserve">se le colaborará con los siguientes recursos tecnológicos durante el desarrollo de su </w:t>
      </w:r>
      <w:r w:rsidR="00A15185">
        <w:t>Práctica Profesional Supervisada</w:t>
      </w:r>
      <w:r>
        <w:t>:</w:t>
      </w:r>
    </w:p>
    <w:p w:rsidR="00A15185" w:rsidRPr="00EC5573" w:rsidRDefault="00EC5573" w:rsidP="00A15185">
      <w:pPr>
        <w:jc w:val="both"/>
      </w:pPr>
      <w:r w:rsidRPr="00EC5573">
        <w:rPr>
          <w:highlight w:val="yellow"/>
        </w:rPr>
        <w:t>ENUMERAR TODOS LOS RECURSOS TECNOLÓGICOS QUE SE BRINDARÁN AL ESTUDIANTE, SIENDO LO MÁS DESCRIPTIVO QUE SE PUEDA</w:t>
      </w:r>
      <w:r w:rsidR="006A6DF5" w:rsidRPr="006A6DF5">
        <w:rPr>
          <w:highlight w:val="yellow"/>
        </w:rPr>
        <w:t>. SI NO SE PROPORCIONARÁ RECURSO TECNOLÓGICO, FAVOR DE INDICARLO.</w:t>
      </w:r>
    </w:p>
    <w:p w:rsidR="001A42FD" w:rsidRDefault="00EC5573" w:rsidP="001A42FD">
      <w:pPr>
        <w:jc w:val="both"/>
      </w:pPr>
      <w:r>
        <w:t>Es importante mencionar que estos recursos serán proporcionados sólo durante el tiempo que el estudiante se encuentre desarrollando su práctica profesional</w:t>
      </w:r>
      <w:r w:rsidR="003F2EFD">
        <w:t>.</w:t>
      </w:r>
    </w:p>
    <w:p w:rsidR="001A42FD" w:rsidRPr="001A42FD" w:rsidRDefault="00B16B76" w:rsidP="001A42FD">
      <w:pPr>
        <w:jc w:val="both"/>
      </w:pPr>
      <w:r>
        <w:t>F</w:t>
      </w:r>
      <w:r w:rsidR="001A42FD">
        <w:t xml:space="preserve">irmo la nota a los </w:t>
      </w:r>
      <w:r w:rsidR="001A42FD" w:rsidRPr="001A42FD">
        <w:rPr>
          <w:b/>
          <w:bCs/>
          <w:highlight w:val="yellow"/>
        </w:rPr>
        <w:t>NÚMERO DE DÍA</w:t>
      </w:r>
      <w:r w:rsidR="001A42FD">
        <w:t xml:space="preserve"> del mes de </w:t>
      </w:r>
      <w:r w:rsidR="001A42FD" w:rsidRPr="001A42FD">
        <w:rPr>
          <w:b/>
          <w:bCs/>
          <w:highlight w:val="yellow"/>
        </w:rPr>
        <w:t>NOMBRE MES</w:t>
      </w:r>
      <w:r w:rsidR="001A42FD">
        <w:t xml:space="preserve"> de </w:t>
      </w:r>
      <w:r w:rsidR="001A42FD" w:rsidRPr="001A42FD">
        <w:rPr>
          <w:b/>
          <w:bCs/>
          <w:highlight w:val="yellow"/>
        </w:rPr>
        <w:t>NÚMERO</w:t>
      </w:r>
      <w:r w:rsidR="001A42FD" w:rsidRPr="001A42FD">
        <w:rPr>
          <w:highlight w:val="yellow"/>
        </w:rPr>
        <w:t xml:space="preserve"> </w:t>
      </w:r>
      <w:r w:rsidR="001A42FD" w:rsidRPr="001A42FD">
        <w:rPr>
          <w:b/>
          <w:bCs/>
          <w:highlight w:val="yellow"/>
        </w:rPr>
        <w:t>AÑO</w:t>
      </w:r>
      <w:r w:rsidR="001A42FD">
        <w:rPr>
          <w:b/>
          <w:bCs/>
        </w:rPr>
        <w:t xml:space="preserve"> </w:t>
      </w:r>
      <w:r w:rsidR="001A42FD">
        <w:t xml:space="preserve">en la ciudad de </w:t>
      </w:r>
      <w:r w:rsidRPr="00B16B76">
        <w:rPr>
          <w:b/>
          <w:bCs/>
          <w:highlight w:val="yellow"/>
        </w:rPr>
        <w:t>NOMBRE DE CIUDAD</w:t>
      </w:r>
      <w:r w:rsidR="001A42FD">
        <w:t xml:space="preserve">, </w:t>
      </w:r>
      <w:r w:rsidRPr="00B16B76">
        <w:rPr>
          <w:b/>
          <w:bCs/>
          <w:highlight w:val="yellow"/>
        </w:rPr>
        <w:t>NOMBRE DEPARTAMENTO</w:t>
      </w:r>
      <w:r w:rsidR="001A42FD">
        <w:t>.</w:t>
      </w:r>
    </w:p>
    <w:p w:rsidR="001A42FD" w:rsidRDefault="001A42FD" w:rsidP="001A42FD">
      <w:pPr>
        <w:jc w:val="both"/>
        <w:rPr>
          <w:b/>
          <w:bCs/>
        </w:rPr>
      </w:pPr>
    </w:p>
    <w:p w:rsidR="001A42FD" w:rsidRDefault="001A42FD" w:rsidP="001A42FD">
      <w:pPr>
        <w:jc w:val="both"/>
        <w:rPr>
          <w:b/>
          <w:bCs/>
        </w:rPr>
      </w:pPr>
    </w:p>
    <w:p w:rsidR="001A42FD" w:rsidRDefault="001A42FD" w:rsidP="001A42FD">
      <w:pPr>
        <w:spacing w:after="0" w:line="240" w:lineRule="auto"/>
        <w:jc w:val="center"/>
        <w:rPr>
          <w:b/>
          <w:sz w:val="26"/>
          <w:szCs w:val="26"/>
          <w:lang w:val="es-HN"/>
        </w:rPr>
      </w:pPr>
      <w:r w:rsidRPr="00B16B76">
        <w:rPr>
          <w:b/>
          <w:sz w:val="26"/>
          <w:szCs w:val="26"/>
          <w:highlight w:val="yellow"/>
          <w:lang w:val="es-HN"/>
        </w:rPr>
        <w:t>Firm</w:t>
      </w:r>
      <w:r w:rsidR="008A1E15">
        <w:rPr>
          <w:b/>
          <w:sz w:val="26"/>
          <w:szCs w:val="26"/>
          <w:highlight w:val="yellow"/>
          <w:lang w:val="es-HN"/>
        </w:rPr>
        <w:t>a y sello</w:t>
      </w:r>
      <w:bookmarkStart w:id="0" w:name="_GoBack"/>
      <w:bookmarkEnd w:id="0"/>
      <w:r w:rsidRPr="00B16B76">
        <w:rPr>
          <w:b/>
          <w:sz w:val="26"/>
          <w:szCs w:val="26"/>
          <w:highlight w:val="yellow"/>
          <w:lang w:val="es-HN"/>
        </w:rPr>
        <w:t xml:space="preserve"> </w:t>
      </w:r>
    </w:p>
    <w:p w:rsidR="001A42FD" w:rsidRDefault="001A42FD" w:rsidP="001A42FD">
      <w:pPr>
        <w:spacing w:after="0" w:line="240" w:lineRule="auto"/>
        <w:jc w:val="center"/>
        <w:rPr>
          <w:b/>
          <w:sz w:val="26"/>
          <w:szCs w:val="26"/>
          <w:lang w:val="es-HN"/>
        </w:rPr>
      </w:pPr>
      <w:r>
        <w:rPr>
          <w:b/>
          <w:sz w:val="26"/>
          <w:szCs w:val="26"/>
          <w:lang w:val="es-HN"/>
        </w:rPr>
        <w:t>____________________________</w:t>
      </w:r>
    </w:p>
    <w:p w:rsidR="001A42FD" w:rsidRPr="00EC5573" w:rsidRDefault="004072F0" w:rsidP="001A42FD">
      <w:pPr>
        <w:spacing w:after="0" w:line="240" w:lineRule="auto"/>
        <w:jc w:val="center"/>
        <w:rPr>
          <w:b/>
          <w:sz w:val="26"/>
          <w:szCs w:val="26"/>
          <w:lang w:val="es-HN"/>
        </w:rPr>
      </w:pPr>
      <w:r w:rsidRPr="00EC5573">
        <w:rPr>
          <w:b/>
          <w:sz w:val="26"/>
          <w:szCs w:val="26"/>
          <w:highlight w:val="yellow"/>
          <w:lang w:val="es-HN"/>
        </w:rPr>
        <w:t>NOMBRE DE</w:t>
      </w:r>
      <w:r w:rsidR="00EC5573" w:rsidRPr="00EC5573">
        <w:rPr>
          <w:b/>
          <w:sz w:val="26"/>
          <w:szCs w:val="26"/>
          <w:highlight w:val="yellow"/>
          <w:lang w:val="es-HN"/>
        </w:rPr>
        <w:t xml:space="preserve"> QUIEN FIRMA</w:t>
      </w:r>
    </w:p>
    <w:p w:rsidR="001A42FD" w:rsidRPr="001A42FD" w:rsidRDefault="004072F0" w:rsidP="004072F0">
      <w:pPr>
        <w:jc w:val="center"/>
      </w:pPr>
      <w:r w:rsidRPr="004072F0">
        <w:rPr>
          <w:highlight w:val="yellow"/>
        </w:rPr>
        <w:t>CARGO DE LA PERSONA QUE FIRMA</w:t>
      </w:r>
    </w:p>
    <w:sectPr w:rsidR="001A42FD" w:rsidRPr="001A42FD" w:rsidSect="00CD1822">
      <w:headerReference w:type="default" r:id="rId8"/>
      <w:pgSz w:w="12242" w:h="15842" w:code="1"/>
      <w:pgMar w:top="1418" w:right="1701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7648" w:rsidRDefault="00E97648" w:rsidP="00474875">
      <w:r>
        <w:separator/>
      </w:r>
    </w:p>
  </w:endnote>
  <w:endnote w:type="continuationSeparator" w:id="0">
    <w:p w:rsidR="00E97648" w:rsidRDefault="00E97648" w:rsidP="0047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7648" w:rsidRDefault="00E97648" w:rsidP="00474875">
      <w:r>
        <w:separator/>
      </w:r>
    </w:p>
  </w:footnote>
  <w:footnote w:type="continuationSeparator" w:id="0">
    <w:p w:rsidR="00E97648" w:rsidRDefault="00E97648" w:rsidP="00474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1662" w:rsidRPr="004072F0" w:rsidRDefault="004072F0" w:rsidP="004072F0">
    <w:pPr>
      <w:pStyle w:val="Encabezado"/>
    </w:pPr>
    <w:r>
      <w:t>MEMBRETE DE LA EMPRESA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F615C"/>
    <w:multiLevelType w:val="hybridMultilevel"/>
    <w:tmpl w:val="86142C5E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A72D0"/>
    <w:multiLevelType w:val="hybridMultilevel"/>
    <w:tmpl w:val="56D0C578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46C3A"/>
    <w:multiLevelType w:val="hybridMultilevel"/>
    <w:tmpl w:val="78527F22"/>
    <w:lvl w:ilvl="0" w:tplc="4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877CDA"/>
    <w:multiLevelType w:val="hybridMultilevel"/>
    <w:tmpl w:val="FC085750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47BB3"/>
    <w:multiLevelType w:val="hybridMultilevel"/>
    <w:tmpl w:val="DA045942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CE7067"/>
    <w:multiLevelType w:val="hybridMultilevel"/>
    <w:tmpl w:val="D79AC58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67678CC"/>
    <w:multiLevelType w:val="hybridMultilevel"/>
    <w:tmpl w:val="F268456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E6206CC"/>
    <w:multiLevelType w:val="hybridMultilevel"/>
    <w:tmpl w:val="C0FAF044"/>
    <w:lvl w:ilvl="0" w:tplc="EB56E3F8">
      <w:start w:val="1"/>
      <w:numFmt w:val="decimal"/>
      <w:lvlText w:val="%1."/>
      <w:lvlJc w:val="left"/>
      <w:pPr>
        <w:ind w:left="1838" w:hanging="420"/>
      </w:pPr>
      <w:rPr>
        <w:rFonts w:ascii="Calibri" w:eastAsia="Times New Roman" w:hAnsi="Calibri" w:cs="Times New Roman"/>
        <w:b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30B49"/>
    <w:multiLevelType w:val="hybridMultilevel"/>
    <w:tmpl w:val="401E40A2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B67B0"/>
    <w:multiLevelType w:val="hybridMultilevel"/>
    <w:tmpl w:val="37B6D0DA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B004FB"/>
    <w:multiLevelType w:val="hybridMultilevel"/>
    <w:tmpl w:val="D62E1A16"/>
    <w:lvl w:ilvl="0" w:tplc="9E1ABE2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0E6051"/>
    <w:multiLevelType w:val="hybridMultilevel"/>
    <w:tmpl w:val="CFC436F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923FF"/>
    <w:multiLevelType w:val="hybridMultilevel"/>
    <w:tmpl w:val="F8742050"/>
    <w:lvl w:ilvl="0" w:tplc="CE8661A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1779BF"/>
    <w:multiLevelType w:val="hybridMultilevel"/>
    <w:tmpl w:val="48D81160"/>
    <w:lvl w:ilvl="0" w:tplc="35847E2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C7E8F"/>
    <w:multiLevelType w:val="hybridMultilevel"/>
    <w:tmpl w:val="42CCEA06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21865"/>
    <w:multiLevelType w:val="hybridMultilevel"/>
    <w:tmpl w:val="1FB02B02"/>
    <w:lvl w:ilvl="0" w:tplc="480A000F">
      <w:start w:val="1"/>
      <w:numFmt w:val="decimal"/>
      <w:lvlText w:val="%1."/>
      <w:lvlJc w:val="left"/>
      <w:pPr>
        <w:ind w:left="901" w:hanging="360"/>
      </w:pPr>
    </w:lvl>
    <w:lvl w:ilvl="1" w:tplc="480A0019" w:tentative="1">
      <w:start w:val="1"/>
      <w:numFmt w:val="lowerLetter"/>
      <w:lvlText w:val="%2."/>
      <w:lvlJc w:val="left"/>
      <w:pPr>
        <w:ind w:left="1621" w:hanging="360"/>
      </w:pPr>
    </w:lvl>
    <w:lvl w:ilvl="2" w:tplc="480A001B" w:tentative="1">
      <w:start w:val="1"/>
      <w:numFmt w:val="lowerRoman"/>
      <w:lvlText w:val="%3."/>
      <w:lvlJc w:val="right"/>
      <w:pPr>
        <w:ind w:left="2341" w:hanging="180"/>
      </w:pPr>
    </w:lvl>
    <w:lvl w:ilvl="3" w:tplc="480A000F" w:tentative="1">
      <w:start w:val="1"/>
      <w:numFmt w:val="decimal"/>
      <w:lvlText w:val="%4."/>
      <w:lvlJc w:val="left"/>
      <w:pPr>
        <w:ind w:left="3061" w:hanging="360"/>
      </w:pPr>
    </w:lvl>
    <w:lvl w:ilvl="4" w:tplc="480A0019" w:tentative="1">
      <w:start w:val="1"/>
      <w:numFmt w:val="lowerLetter"/>
      <w:lvlText w:val="%5."/>
      <w:lvlJc w:val="left"/>
      <w:pPr>
        <w:ind w:left="3781" w:hanging="360"/>
      </w:pPr>
    </w:lvl>
    <w:lvl w:ilvl="5" w:tplc="480A001B" w:tentative="1">
      <w:start w:val="1"/>
      <w:numFmt w:val="lowerRoman"/>
      <w:lvlText w:val="%6."/>
      <w:lvlJc w:val="right"/>
      <w:pPr>
        <w:ind w:left="4501" w:hanging="180"/>
      </w:pPr>
    </w:lvl>
    <w:lvl w:ilvl="6" w:tplc="480A000F" w:tentative="1">
      <w:start w:val="1"/>
      <w:numFmt w:val="decimal"/>
      <w:lvlText w:val="%7."/>
      <w:lvlJc w:val="left"/>
      <w:pPr>
        <w:ind w:left="5221" w:hanging="360"/>
      </w:pPr>
    </w:lvl>
    <w:lvl w:ilvl="7" w:tplc="480A0019" w:tentative="1">
      <w:start w:val="1"/>
      <w:numFmt w:val="lowerLetter"/>
      <w:lvlText w:val="%8."/>
      <w:lvlJc w:val="left"/>
      <w:pPr>
        <w:ind w:left="5941" w:hanging="360"/>
      </w:pPr>
    </w:lvl>
    <w:lvl w:ilvl="8" w:tplc="480A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6" w15:restartNumberingAfterBreak="0">
    <w:nsid w:val="5C626BEC"/>
    <w:multiLevelType w:val="hybridMultilevel"/>
    <w:tmpl w:val="3D6A7B28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31AB0"/>
    <w:multiLevelType w:val="hybridMultilevel"/>
    <w:tmpl w:val="C2640CEC"/>
    <w:lvl w:ilvl="0" w:tplc="1A7414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5D0F74"/>
    <w:multiLevelType w:val="hybridMultilevel"/>
    <w:tmpl w:val="0AC68976"/>
    <w:lvl w:ilvl="0" w:tplc="4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1E3314"/>
    <w:multiLevelType w:val="hybridMultilevel"/>
    <w:tmpl w:val="82C2BF8A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AD7B23"/>
    <w:multiLevelType w:val="hybridMultilevel"/>
    <w:tmpl w:val="A5821D32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B83C3A"/>
    <w:multiLevelType w:val="hybridMultilevel"/>
    <w:tmpl w:val="A798197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4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3781C23"/>
    <w:multiLevelType w:val="hybridMultilevel"/>
    <w:tmpl w:val="26B06FE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3A14A4B"/>
    <w:multiLevelType w:val="hybridMultilevel"/>
    <w:tmpl w:val="C0FAF044"/>
    <w:lvl w:ilvl="0" w:tplc="EB56E3F8">
      <w:start w:val="1"/>
      <w:numFmt w:val="decimal"/>
      <w:lvlText w:val="%1."/>
      <w:lvlJc w:val="left"/>
      <w:pPr>
        <w:ind w:left="1838" w:hanging="420"/>
      </w:pPr>
      <w:rPr>
        <w:rFonts w:ascii="Calibri" w:eastAsia="Times New Roman" w:hAnsi="Calibri" w:cs="Times New Roman"/>
        <w:b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FE7B83"/>
    <w:multiLevelType w:val="hybridMultilevel"/>
    <w:tmpl w:val="74BCF53A"/>
    <w:lvl w:ilvl="0" w:tplc="4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17"/>
  </w:num>
  <w:num w:numId="4">
    <w:abstractNumId w:val="10"/>
  </w:num>
  <w:num w:numId="5">
    <w:abstractNumId w:val="13"/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8"/>
  </w:num>
  <w:num w:numId="10">
    <w:abstractNumId w:val="10"/>
  </w:num>
  <w:num w:numId="11">
    <w:abstractNumId w:val="15"/>
  </w:num>
  <w:num w:numId="12">
    <w:abstractNumId w:val="19"/>
  </w:num>
  <w:num w:numId="13">
    <w:abstractNumId w:val="8"/>
  </w:num>
  <w:num w:numId="14">
    <w:abstractNumId w:val="0"/>
  </w:num>
  <w:num w:numId="15">
    <w:abstractNumId w:val="20"/>
  </w:num>
  <w:num w:numId="16">
    <w:abstractNumId w:val="3"/>
  </w:num>
  <w:num w:numId="17">
    <w:abstractNumId w:val="14"/>
  </w:num>
  <w:num w:numId="18">
    <w:abstractNumId w:val="9"/>
  </w:num>
  <w:num w:numId="19">
    <w:abstractNumId w:val="1"/>
  </w:num>
  <w:num w:numId="20">
    <w:abstractNumId w:val="2"/>
  </w:num>
  <w:num w:numId="21">
    <w:abstractNumId w:val="24"/>
  </w:num>
  <w:num w:numId="22">
    <w:abstractNumId w:val="4"/>
  </w:num>
  <w:num w:numId="23">
    <w:abstractNumId w:val="21"/>
  </w:num>
  <w:num w:numId="24">
    <w:abstractNumId w:val="16"/>
  </w:num>
  <w:num w:numId="25">
    <w:abstractNumId w:val="11"/>
  </w:num>
  <w:num w:numId="26">
    <w:abstractNumId w:val="6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066A"/>
    <w:rsid w:val="0000063E"/>
    <w:rsid w:val="00012F45"/>
    <w:rsid w:val="00013811"/>
    <w:rsid w:val="00014E18"/>
    <w:rsid w:val="00015985"/>
    <w:rsid w:val="00015FEE"/>
    <w:rsid w:val="000168D6"/>
    <w:rsid w:val="00022771"/>
    <w:rsid w:val="00022C7B"/>
    <w:rsid w:val="00025398"/>
    <w:rsid w:val="0002596D"/>
    <w:rsid w:val="000259E9"/>
    <w:rsid w:val="00030BC6"/>
    <w:rsid w:val="00035922"/>
    <w:rsid w:val="00040585"/>
    <w:rsid w:val="0004098D"/>
    <w:rsid w:val="00041399"/>
    <w:rsid w:val="0004619C"/>
    <w:rsid w:val="00054662"/>
    <w:rsid w:val="000559C1"/>
    <w:rsid w:val="0005648D"/>
    <w:rsid w:val="000565EC"/>
    <w:rsid w:val="000610E8"/>
    <w:rsid w:val="00061CBA"/>
    <w:rsid w:val="00064531"/>
    <w:rsid w:val="00067AD9"/>
    <w:rsid w:val="000735DE"/>
    <w:rsid w:val="00073C68"/>
    <w:rsid w:val="00075485"/>
    <w:rsid w:val="00075F77"/>
    <w:rsid w:val="00076AF4"/>
    <w:rsid w:val="000817F0"/>
    <w:rsid w:val="000874BE"/>
    <w:rsid w:val="000874FD"/>
    <w:rsid w:val="0009033B"/>
    <w:rsid w:val="00090402"/>
    <w:rsid w:val="0009199E"/>
    <w:rsid w:val="00095BE9"/>
    <w:rsid w:val="000A15C9"/>
    <w:rsid w:val="000A74CB"/>
    <w:rsid w:val="000B202B"/>
    <w:rsid w:val="000B2B52"/>
    <w:rsid w:val="000B33A2"/>
    <w:rsid w:val="000B43F3"/>
    <w:rsid w:val="000B50D3"/>
    <w:rsid w:val="000C143C"/>
    <w:rsid w:val="000C6003"/>
    <w:rsid w:val="000D1394"/>
    <w:rsid w:val="000D3304"/>
    <w:rsid w:val="000D73AF"/>
    <w:rsid w:val="000E06D6"/>
    <w:rsid w:val="000E2143"/>
    <w:rsid w:val="000E34BE"/>
    <w:rsid w:val="000E576E"/>
    <w:rsid w:val="000E5D63"/>
    <w:rsid w:val="000E683F"/>
    <w:rsid w:val="000F213B"/>
    <w:rsid w:val="000F4C26"/>
    <w:rsid w:val="000F4C6C"/>
    <w:rsid w:val="000F67E2"/>
    <w:rsid w:val="00100693"/>
    <w:rsid w:val="00102A45"/>
    <w:rsid w:val="0010444D"/>
    <w:rsid w:val="00104974"/>
    <w:rsid w:val="00104DDF"/>
    <w:rsid w:val="001055DE"/>
    <w:rsid w:val="00105E40"/>
    <w:rsid w:val="00113D5B"/>
    <w:rsid w:val="00114B29"/>
    <w:rsid w:val="001157BC"/>
    <w:rsid w:val="001173A1"/>
    <w:rsid w:val="001223DF"/>
    <w:rsid w:val="0012472D"/>
    <w:rsid w:val="0012491C"/>
    <w:rsid w:val="00127430"/>
    <w:rsid w:val="00127F4B"/>
    <w:rsid w:val="00132E81"/>
    <w:rsid w:val="0013363A"/>
    <w:rsid w:val="001361D3"/>
    <w:rsid w:val="00136484"/>
    <w:rsid w:val="0014717D"/>
    <w:rsid w:val="001516EC"/>
    <w:rsid w:val="00151DE5"/>
    <w:rsid w:val="0015289F"/>
    <w:rsid w:val="001537F2"/>
    <w:rsid w:val="00154842"/>
    <w:rsid w:val="00154D44"/>
    <w:rsid w:val="00155A26"/>
    <w:rsid w:val="00155E23"/>
    <w:rsid w:val="00156D98"/>
    <w:rsid w:val="00157E0A"/>
    <w:rsid w:val="00160BC4"/>
    <w:rsid w:val="001618E6"/>
    <w:rsid w:val="001624AA"/>
    <w:rsid w:val="001642BE"/>
    <w:rsid w:val="00167146"/>
    <w:rsid w:val="00167BEF"/>
    <w:rsid w:val="0017742F"/>
    <w:rsid w:val="0018155E"/>
    <w:rsid w:val="0018229D"/>
    <w:rsid w:val="00185CFC"/>
    <w:rsid w:val="001878D7"/>
    <w:rsid w:val="0019026D"/>
    <w:rsid w:val="00192BD1"/>
    <w:rsid w:val="00194D2B"/>
    <w:rsid w:val="00195C7A"/>
    <w:rsid w:val="00196F96"/>
    <w:rsid w:val="001A037B"/>
    <w:rsid w:val="001A320C"/>
    <w:rsid w:val="001A42FD"/>
    <w:rsid w:val="001A4C15"/>
    <w:rsid w:val="001B0BA9"/>
    <w:rsid w:val="001B15B8"/>
    <w:rsid w:val="001B1DD6"/>
    <w:rsid w:val="001B2DC1"/>
    <w:rsid w:val="001B30BD"/>
    <w:rsid w:val="001B67F9"/>
    <w:rsid w:val="001C1D98"/>
    <w:rsid w:val="001C7081"/>
    <w:rsid w:val="001C7655"/>
    <w:rsid w:val="001D17F3"/>
    <w:rsid w:val="001D1C25"/>
    <w:rsid w:val="001D2B03"/>
    <w:rsid w:val="001D2F09"/>
    <w:rsid w:val="001D5AA9"/>
    <w:rsid w:val="001D6AAC"/>
    <w:rsid w:val="001E0837"/>
    <w:rsid w:val="001E1F91"/>
    <w:rsid w:val="001E4129"/>
    <w:rsid w:val="001E43DD"/>
    <w:rsid w:val="001E4F69"/>
    <w:rsid w:val="001E742C"/>
    <w:rsid w:val="001F2BEE"/>
    <w:rsid w:val="001F3401"/>
    <w:rsid w:val="001F39F7"/>
    <w:rsid w:val="001F4FEC"/>
    <w:rsid w:val="002005EC"/>
    <w:rsid w:val="002018B8"/>
    <w:rsid w:val="0020298D"/>
    <w:rsid w:val="00203464"/>
    <w:rsid w:val="002054D5"/>
    <w:rsid w:val="00205F8A"/>
    <w:rsid w:val="002114F8"/>
    <w:rsid w:val="002132E1"/>
    <w:rsid w:val="00215082"/>
    <w:rsid w:val="002157BA"/>
    <w:rsid w:val="00216551"/>
    <w:rsid w:val="00216828"/>
    <w:rsid w:val="002177CF"/>
    <w:rsid w:val="002208C1"/>
    <w:rsid w:val="0022485C"/>
    <w:rsid w:val="00224FF7"/>
    <w:rsid w:val="0023297E"/>
    <w:rsid w:val="00241E26"/>
    <w:rsid w:val="002431F9"/>
    <w:rsid w:val="00244A48"/>
    <w:rsid w:val="0025060D"/>
    <w:rsid w:val="00251786"/>
    <w:rsid w:val="00252CDA"/>
    <w:rsid w:val="00257493"/>
    <w:rsid w:val="00263116"/>
    <w:rsid w:val="00264FAE"/>
    <w:rsid w:val="00266AC6"/>
    <w:rsid w:val="002756C8"/>
    <w:rsid w:val="002779DB"/>
    <w:rsid w:val="00277A57"/>
    <w:rsid w:val="00281043"/>
    <w:rsid w:val="00287EC1"/>
    <w:rsid w:val="002925AB"/>
    <w:rsid w:val="002A034A"/>
    <w:rsid w:val="002A0EA7"/>
    <w:rsid w:val="002A28EA"/>
    <w:rsid w:val="002B21DB"/>
    <w:rsid w:val="002B2415"/>
    <w:rsid w:val="002B24DA"/>
    <w:rsid w:val="002B293D"/>
    <w:rsid w:val="002B63AE"/>
    <w:rsid w:val="002C3EC4"/>
    <w:rsid w:val="002C4D4D"/>
    <w:rsid w:val="002C7D18"/>
    <w:rsid w:val="002D0049"/>
    <w:rsid w:val="002D32A2"/>
    <w:rsid w:val="002D3395"/>
    <w:rsid w:val="002D4F64"/>
    <w:rsid w:val="002D57FD"/>
    <w:rsid w:val="002E167A"/>
    <w:rsid w:val="002E3034"/>
    <w:rsid w:val="002E4417"/>
    <w:rsid w:val="002E7353"/>
    <w:rsid w:val="002E73E6"/>
    <w:rsid w:val="0030186C"/>
    <w:rsid w:val="003020F3"/>
    <w:rsid w:val="0030328D"/>
    <w:rsid w:val="003052E3"/>
    <w:rsid w:val="003061E4"/>
    <w:rsid w:val="003108A4"/>
    <w:rsid w:val="003118DD"/>
    <w:rsid w:val="003128D4"/>
    <w:rsid w:val="00313948"/>
    <w:rsid w:val="00313F7A"/>
    <w:rsid w:val="003146D9"/>
    <w:rsid w:val="0032413C"/>
    <w:rsid w:val="0032465C"/>
    <w:rsid w:val="0032709A"/>
    <w:rsid w:val="00336A0A"/>
    <w:rsid w:val="00336F04"/>
    <w:rsid w:val="00340062"/>
    <w:rsid w:val="003424B6"/>
    <w:rsid w:val="00343282"/>
    <w:rsid w:val="0034510A"/>
    <w:rsid w:val="0034553E"/>
    <w:rsid w:val="00345598"/>
    <w:rsid w:val="00346467"/>
    <w:rsid w:val="0034745D"/>
    <w:rsid w:val="0035064E"/>
    <w:rsid w:val="00352538"/>
    <w:rsid w:val="003548B5"/>
    <w:rsid w:val="003633FA"/>
    <w:rsid w:val="003651A0"/>
    <w:rsid w:val="00372B34"/>
    <w:rsid w:val="00375B11"/>
    <w:rsid w:val="00375C87"/>
    <w:rsid w:val="00381C01"/>
    <w:rsid w:val="0038300E"/>
    <w:rsid w:val="0038471D"/>
    <w:rsid w:val="00384FB1"/>
    <w:rsid w:val="00385991"/>
    <w:rsid w:val="00385E60"/>
    <w:rsid w:val="003871A0"/>
    <w:rsid w:val="00392223"/>
    <w:rsid w:val="00395FC2"/>
    <w:rsid w:val="003A12A8"/>
    <w:rsid w:val="003A132E"/>
    <w:rsid w:val="003A3459"/>
    <w:rsid w:val="003A3E6F"/>
    <w:rsid w:val="003A47FC"/>
    <w:rsid w:val="003A585B"/>
    <w:rsid w:val="003A67A5"/>
    <w:rsid w:val="003B1090"/>
    <w:rsid w:val="003B3D21"/>
    <w:rsid w:val="003B5E74"/>
    <w:rsid w:val="003B648A"/>
    <w:rsid w:val="003B764A"/>
    <w:rsid w:val="003C0286"/>
    <w:rsid w:val="003C24D4"/>
    <w:rsid w:val="003C261C"/>
    <w:rsid w:val="003C3B84"/>
    <w:rsid w:val="003C4C5D"/>
    <w:rsid w:val="003C6C7F"/>
    <w:rsid w:val="003C6D82"/>
    <w:rsid w:val="003D0194"/>
    <w:rsid w:val="003D03E4"/>
    <w:rsid w:val="003D08FE"/>
    <w:rsid w:val="003D1613"/>
    <w:rsid w:val="003D4AE9"/>
    <w:rsid w:val="003E183D"/>
    <w:rsid w:val="003E551A"/>
    <w:rsid w:val="003E65BD"/>
    <w:rsid w:val="003F0A16"/>
    <w:rsid w:val="003F0D30"/>
    <w:rsid w:val="003F140E"/>
    <w:rsid w:val="003F2EFD"/>
    <w:rsid w:val="003F7045"/>
    <w:rsid w:val="00403FE1"/>
    <w:rsid w:val="00404F03"/>
    <w:rsid w:val="004072F0"/>
    <w:rsid w:val="004132FC"/>
    <w:rsid w:val="00413DF2"/>
    <w:rsid w:val="0041527C"/>
    <w:rsid w:val="004213FE"/>
    <w:rsid w:val="00421AAB"/>
    <w:rsid w:val="00423417"/>
    <w:rsid w:val="0043073B"/>
    <w:rsid w:val="0043339A"/>
    <w:rsid w:val="00433D13"/>
    <w:rsid w:val="00436554"/>
    <w:rsid w:val="00441158"/>
    <w:rsid w:val="0044164C"/>
    <w:rsid w:val="00442DF4"/>
    <w:rsid w:val="0044604A"/>
    <w:rsid w:val="004506B6"/>
    <w:rsid w:val="00452246"/>
    <w:rsid w:val="004525E4"/>
    <w:rsid w:val="004532F6"/>
    <w:rsid w:val="004545BA"/>
    <w:rsid w:val="00455F04"/>
    <w:rsid w:val="00461CE2"/>
    <w:rsid w:val="004622EB"/>
    <w:rsid w:val="00463405"/>
    <w:rsid w:val="00464E53"/>
    <w:rsid w:val="004667C2"/>
    <w:rsid w:val="0047020B"/>
    <w:rsid w:val="00472C60"/>
    <w:rsid w:val="00472DF1"/>
    <w:rsid w:val="0047364B"/>
    <w:rsid w:val="00474875"/>
    <w:rsid w:val="00476016"/>
    <w:rsid w:val="00476AEC"/>
    <w:rsid w:val="00480278"/>
    <w:rsid w:val="004805E7"/>
    <w:rsid w:val="00480726"/>
    <w:rsid w:val="00483B1B"/>
    <w:rsid w:val="00483D85"/>
    <w:rsid w:val="00484521"/>
    <w:rsid w:val="0048618B"/>
    <w:rsid w:val="0048704A"/>
    <w:rsid w:val="00491E0B"/>
    <w:rsid w:val="0049463C"/>
    <w:rsid w:val="00496FC9"/>
    <w:rsid w:val="004A18BF"/>
    <w:rsid w:val="004A564D"/>
    <w:rsid w:val="004A5BE2"/>
    <w:rsid w:val="004A77FC"/>
    <w:rsid w:val="004B398C"/>
    <w:rsid w:val="004B6584"/>
    <w:rsid w:val="004B6C3F"/>
    <w:rsid w:val="004B7A60"/>
    <w:rsid w:val="004B7F29"/>
    <w:rsid w:val="004C112A"/>
    <w:rsid w:val="004C21EB"/>
    <w:rsid w:val="004C2BD9"/>
    <w:rsid w:val="004C2DE5"/>
    <w:rsid w:val="004C48B7"/>
    <w:rsid w:val="004C4F1C"/>
    <w:rsid w:val="004C57CA"/>
    <w:rsid w:val="004C6E6E"/>
    <w:rsid w:val="004D0C1F"/>
    <w:rsid w:val="004D47A0"/>
    <w:rsid w:val="004D735C"/>
    <w:rsid w:val="004E1CCE"/>
    <w:rsid w:val="004E20D9"/>
    <w:rsid w:val="004E7C5B"/>
    <w:rsid w:val="004F00C9"/>
    <w:rsid w:val="004F20B1"/>
    <w:rsid w:val="004F22C6"/>
    <w:rsid w:val="004F2D2F"/>
    <w:rsid w:val="004F6C0D"/>
    <w:rsid w:val="004F6F3F"/>
    <w:rsid w:val="004F72F5"/>
    <w:rsid w:val="00500F3E"/>
    <w:rsid w:val="00503C10"/>
    <w:rsid w:val="005051D4"/>
    <w:rsid w:val="00505AC4"/>
    <w:rsid w:val="0050763F"/>
    <w:rsid w:val="00507B34"/>
    <w:rsid w:val="005126BB"/>
    <w:rsid w:val="00516075"/>
    <w:rsid w:val="0052041D"/>
    <w:rsid w:val="005209BE"/>
    <w:rsid w:val="00523D56"/>
    <w:rsid w:val="0052652D"/>
    <w:rsid w:val="00536310"/>
    <w:rsid w:val="005373FF"/>
    <w:rsid w:val="005407B9"/>
    <w:rsid w:val="0054184D"/>
    <w:rsid w:val="00543EE9"/>
    <w:rsid w:val="00544955"/>
    <w:rsid w:val="00544CA5"/>
    <w:rsid w:val="00544D98"/>
    <w:rsid w:val="00550FBA"/>
    <w:rsid w:val="005512CD"/>
    <w:rsid w:val="00552DED"/>
    <w:rsid w:val="00553C06"/>
    <w:rsid w:val="005601C3"/>
    <w:rsid w:val="0056070A"/>
    <w:rsid w:val="005610C1"/>
    <w:rsid w:val="00564AB1"/>
    <w:rsid w:val="005727A7"/>
    <w:rsid w:val="00572FF4"/>
    <w:rsid w:val="00575007"/>
    <w:rsid w:val="00575AA0"/>
    <w:rsid w:val="0057648E"/>
    <w:rsid w:val="00581207"/>
    <w:rsid w:val="005822C4"/>
    <w:rsid w:val="00584D76"/>
    <w:rsid w:val="00585221"/>
    <w:rsid w:val="00594DC7"/>
    <w:rsid w:val="0059524E"/>
    <w:rsid w:val="00595593"/>
    <w:rsid w:val="00596963"/>
    <w:rsid w:val="00596C51"/>
    <w:rsid w:val="005A02A9"/>
    <w:rsid w:val="005A3015"/>
    <w:rsid w:val="005A59DA"/>
    <w:rsid w:val="005A6322"/>
    <w:rsid w:val="005A7BF1"/>
    <w:rsid w:val="005B0579"/>
    <w:rsid w:val="005B2967"/>
    <w:rsid w:val="005C066A"/>
    <w:rsid w:val="005C66F2"/>
    <w:rsid w:val="005D0032"/>
    <w:rsid w:val="005D17E8"/>
    <w:rsid w:val="005D223F"/>
    <w:rsid w:val="005D25DF"/>
    <w:rsid w:val="005D3826"/>
    <w:rsid w:val="005D6542"/>
    <w:rsid w:val="005E0D22"/>
    <w:rsid w:val="005E5A5B"/>
    <w:rsid w:val="005E712B"/>
    <w:rsid w:val="005F2605"/>
    <w:rsid w:val="005F2C7D"/>
    <w:rsid w:val="005F2D2B"/>
    <w:rsid w:val="005F321D"/>
    <w:rsid w:val="00603D69"/>
    <w:rsid w:val="0060536C"/>
    <w:rsid w:val="006105DF"/>
    <w:rsid w:val="00610B53"/>
    <w:rsid w:val="0061416F"/>
    <w:rsid w:val="00633604"/>
    <w:rsid w:val="00634774"/>
    <w:rsid w:val="00635517"/>
    <w:rsid w:val="006412FC"/>
    <w:rsid w:val="00642789"/>
    <w:rsid w:val="006429DD"/>
    <w:rsid w:val="00644912"/>
    <w:rsid w:val="0064794F"/>
    <w:rsid w:val="00650B82"/>
    <w:rsid w:val="00652F86"/>
    <w:rsid w:val="00653070"/>
    <w:rsid w:val="00654CC0"/>
    <w:rsid w:val="00656F04"/>
    <w:rsid w:val="00657E82"/>
    <w:rsid w:val="006637D7"/>
    <w:rsid w:val="00663ECA"/>
    <w:rsid w:val="006701FB"/>
    <w:rsid w:val="006819DC"/>
    <w:rsid w:val="006833FE"/>
    <w:rsid w:val="00683AF1"/>
    <w:rsid w:val="0069108E"/>
    <w:rsid w:val="00691E15"/>
    <w:rsid w:val="00695BCD"/>
    <w:rsid w:val="006A0EB5"/>
    <w:rsid w:val="006A1686"/>
    <w:rsid w:val="006A1B87"/>
    <w:rsid w:val="006A62E6"/>
    <w:rsid w:val="006A6DF5"/>
    <w:rsid w:val="006A78C8"/>
    <w:rsid w:val="006A7D50"/>
    <w:rsid w:val="006B2241"/>
    <w:rsid w:val="006B26AA"/>
    <w:rsid w:val="006B6590"/>
    <w:rsid w:val="006C1A66"/>
    <w:rsid w:val="006C6460"/>
    <w:rsid w:val="006C7406"/>
    <w:rsid w:val="006C7DED"/>
    <w:rsid w:val="006D2CDB"/>
    <w:rsid w:val="006E1ACB"/>
    <w:rsid w:val="006E2118"/>
    <w:rsid w:val="006E7968"/>
    <w:rsid w:val="006F22C4"/>
    <w:rsid w:val="006F4D8D"/>
    <w:rsid w:val="006F5EDA"/>
    <w:rsid w:val="00704D6B"/>
    <w:rsid w:val="00704DD2"/>
    <w:rsid w:val="00714F36"/>
    <w:rsid w:val="0071603F"/>
    <w:rsid w:val="00720942"/>
    <w:rsid w:val="0072183E"/>
    <w:rsid w:val="0072327B"/>
    <w:rsid w:val="00726E57"/>
    <w:rsid w:val="00727613"/>
    <w:rsid w:val="00727C51"/>
    <w:rsid w:val="00727D70"/>
    <w:rsid w:val="00730125"/>
    <w:rsid w:val="00730CA7"/>
    <w:rsid w:val="00731068"/>
    <w:rsid w:val="00731485"/>
    <w:rsid w:val="007315EB"/>
    <w:rsid w:val="0073331A"/>
    <w:rsid w:val="00734044"/>
    <w:rsid w:val="00740F6C"/>
    <w:rsid w:val="00741073"/>
    <w:rsid w:val="0074409F"/>
    <w:rsid w:val="007450FB"/>
    <w:rsid w:val="0074732D"/>
    <w:rsid w:val="00751BD8"/>
    <w:rsid w:val="00752742"/>
    <w:rsid w:val="00755CF2"/>
    <w:rsid w:val="007577C0"/>
    <w:rsid w:val="00760297"/>
    <w:rsid w:val="00760C87"/>
    <w:rsid w:val="00760F0B"/>
    <w:rsid w:val="0076429B"/>
    <w:rsid w:val="00767C57"/>
    <w:rsid w:val="007763E0"/>
    <w:rsid w:val="00781DF0"/>
    <w:rsid w:val="00783D07"/>
    <w:rsid w:val="00784894"/>
    <w:rsid w:val="00786212"/>
    <w:rsid w:val="007904F4"/>
    <w:rsid w:val="0079586D"/>
    <w:rsid w:val="00796080"/>
    <w:rsid w:val="007A104B"/>
    <w:rsid w:val="007A2A83"/>
    <w:rsid w:val="007A785B"/>
    <w:rsid w:val="007B023C"/>
    <w:rsid w:val="007B2408"/>
    <w:rsid w:val="007B27CB"/>
    <w:rsid w:val="007B3FE0"/>
    <w:rsid w:val="007B586E"/>
    <w:rsid w:val="007D418C"/>
    <w:rsid w:val="007D4B29"/>
    <w:rsid w:val="007D6AA8"/>
    <w:rsid w:val="007E0691"/>
    <w:rsid w:val="007E0FFC"/>
    <w:rsid w:val="007E17F5"/>
    <w:rsid w:val="007E38AC"/>
    <w:rsid w:val="007E76B1"/>
    <w:rsid w:val="007F435D"/>
    <w:rsid w:val="007F5EC5"/>
    <w:rsid w:val="008001E9"/>
    <w:rsid w:val="00802AAD"/>
    <w:rsid w:val="00810037"/>
    <w:rsid w:val="008111A9"/>
    <w:rsid w:val="00811C08"/>
    <w:rsid w:val="00812536"/>
    <w:rsid w:val="00817ED7"/>
    <w:rsid w:val="00821EEB"/>
    <w:rsid w:val="008245CD"/>
    <w:rsid w:val="00825075"/>
    <w:rsid w:val="00825D53"/>
    <w:rsid w:val="0082603F"/>
    <w:rsid w:val="00830437"/>
    <w:rsid w:val="00833E10"/>
    <w:rsid w:val="0083572F"/>
    <w:rsid w:val="008370B8"/>
    <w:rsid w:val="008379CE"/>
    <w:rsid w:val="0084033A"/>
    <w:rsid w:val="00845486"/>
    <w:rsid w:val="00850F4D"/>
    <w:rsid w:val="00851E8E"/>
    <w:rsid w:val="008536A1"/>
    <w:rsid w:val="00853936"/>
    <w:rsid w:val="008540C2"/>
    <w:rsid w:val="008545A7"/>
    <w:rsid w:val="00857E5A"/>
    <w:rsid w:val="008617DA"/>
    <w:rsid w:val="00861D01"/>
    <w:rsid w:val="00863179"/>
    <w:rsid w:val="00865E96"/>
    <w:rsid w:val="0086697A"/>
    <w:rsid w:val="00876B30"/>
    <w:rsid w:val="008778B0"/>
    <w:rsid w:val="00881DD0"/>
    <w:rsid w:val="00887F6D"/>
    <w:rsid w:val="0089207B"/>
    <w:rsid w:val="00893FC3"/>
    <w:rsid w:val="008955E7"/>
    <w:rsid w:val="00895FCD"/>
    <w:rsid w:val="00896FC7"/>
    <w:rsid w:val="00897D07"/>
    <w:rsid w:val="00897F2C"/>
    <w:rsid w:val="008A1E15"/>
    <w:rsid w:val="008A394A"/>
    <w:rsid w:val="008A714E"/>
    <w:rsid w:val="008B0919"/>
    <w:rsid w:val="008B12F2"/>
    <w:rsid w:val="008B2009"/>
    <w:rsid w:val="008B3779"/>
    <w:rsid w:val="008B4DE2"/>
    <w:rsid w:val="008B5FD6"/>
    <w:rsid w:val="008B6731"/>
    <w:rsid w:val="008D5791"/>
    <w:rsid w:val="008D7BF0"/>
    <w:rsid w:val="008E042B"/>
    <w:rsid w:val="008E33A8"/>
    <w:rsid w:val="008E7567"/>
    <w:rsid w:val="008F14D9"/>
    <w:rsid w:val="008F1732"/>
    <w:rsid w:val="008F1B0F"/>
    <w:rsid w:val="008F385B"/>
    <w:rsid w:val="008F3F16"/>
    <w:rsid w:val="008F44BA"/>
    <w:rsid w:val="008F497D"/>
    <w:rsid w:val="008F6D26"/>
    <w:rsid w:val="008F6F67"/>
    <w:rsid w:val="008F7521"/>
    <w:rsid w:val="008F7657"/>
    <w:rsid w:val="00900025"/>
    <w:rsid w:val="00902312"/>
    <w:rsid w:val="009023E8"/>
    <w:rsid w:val="00907502"/>
    <w:rsid w:val="0090792A"/>
    <w:rsid w:val="00907C3F"/>
    <w:rsid w:val="00914D7B"/>
    <w:rsid w:val="00922F99"/>
    <w:rsid w:val="009254ED"/>
    <w:rsid w:val="00927CB8"/>
    <w:rsid w:val="009302DA"/>
    <w:rsid w:val="0093405C"/>
    <w:rsid w:val="00934F26"/>
    <w:rsid w:val="0093569A"/>
    <w:rsid w:val="00935BB5"/>
    <w:rsid w:val="00940D2F"/>
    <w:rsid w:val="0094621F"/>
    <w:rsid w:val="0095077A"/>
    <w:rsid w:val="009530F6"/>
    <w:rsid w:val="009544A8"/>
    <w:rsid w:val="00955520"/>
    <w:rsid w:val="00955895"/>
    <w:rsid w:val="00957A53"/>
    <w:rsid w:val="00962942"/>
    <w:rsid w:val="00962FA0"/>
    <w:rsid w:val="00963FF9"/>
    <w:rsid w:val="0096770A"/>
    <w:rsid w:val="00971458"/>
    <w:rsid w:val="00971CC9"/>
    <w:rsid w:val="00977EF8"/>
    <w:rsid w:val="009803F5"/>
    <w:rsid w:val="009854C4"/>
    <w:rsid w:val="009856C8"/>
    <w:rsid w:val="00986166"/>
    <w:rsid w:val="00986552"/>
    <w:rsid w:val="00986974"/>
    <w:rsid w:val="009872B0"/>
    <w:rsid w:val="009879B9"/>
    <w:rsid w:val="0099061F"/>
    <w:rsid w:val="009919C7"/>
    <w:rsid w:val="00992FFC"/>
    <w:rsid w:val="009948CD"/>
    <w:rsid w:val="00996037"/>
    <w:rsid w:val="00996A7D"/>
    <w:rsid w:val="009A0F08"/>
    <w:rsid w:val="009A394E"/>
    <w:rsid w:val="009A77DA"/>
    <w:rsid w:val="009B0113"/>
    <w:rsid w:val="009B0EB0"/>
    <w:rsid w:val="009B1A41"/>
    <w:rsid w:val="009B3274"/>
    <w:rsid w:val="009B3BE5"/>
    <w:rsid w:val="009B3FF1"/>
    <w:rsid w:val="009B4134"/>
    <w:rsid w:val="009B430D"/>
    <w:rsid w:val="009B52EE"/>
    <w:rsid w:val="009C1F02"/>
    <w:rsid w:val="009C2427"/>
    <w:rsid w:val="009C37EA"/>
    <w:rsid w:val="009C71FD"/>
    <w:rsid w:val="009C7500"/>
    <w:rsid w:val="009C78FA"/>
    <w:rsid w:val="009D053D"/>
    <w:rsid w:val="009D1747"/>
    <w:rsid w:val="009D5585"/>
    <w:rsid w:val="009D6DA5"/>
    <w:rsid w:val="009E284F"/>
    <w:rsid w:val="009E2C76"/>
    <w:rsid w:val="009E3F75"/>
    <w:rsid w:val="009E5CAE"/>
    <w:rsid w:val="009E7769"/>
    <w:rsid w:val="009E7BE4"/>
    <w:rsid w:val="009F436D"/>
    <w:rsid w:val="009F5410"/>
    <w:rsid w:val="009F7D94"/>
    <w:rsid w:val="00A020F2"/>
    <w:rsid w:val="00A022A8"/>
    <w:rsid w:val="00A02CD0"/>
    <w:rsid w:val="00A04005"/>
    <w:rsid w:val="00A07565"/>
    <w:rsid w:val="00A12038"/>
    <w:rsid w:val="00A126E8"/>
    <w:rsid w:val="00A13F05"/>
    <w:rsid w:val="00A142C1"/>
    <w:rsid w:val="00A15185"/>
    <w:rsid w:val="00A160C1"/>
    <w:rsid w:val="00A174D8"/>
    <w:rsid w:val="00A2074C"/>
    <w:rsid w:val="00A21B4E"/>
    <w:rsid w:val="00A21E3F"/>
    <w:rsid w:val="00A248A4"/>
    <w:rsid w:val="00A3096F"/>
    <w:rsid w:val="00A333E1"/>
    <w:rsid w:val="00A33954"/>
    <w:rsid w:val="00A33B8F"/>
    <w:rsid w:val="00A33C0D"/>
    <w:rsid w:val="00A34DBE"/>
    <w:rsid w:val="00A41190"/>
    <w:rsid w:val="00A438D4"/>
    <w:rsid w:val="00A44ECC"/>
    <w:rsid w:val="00A47F5B"/>
    <w:rsid w:val="00A534FE"/>
    <w:rsid w:val="00A538C9"/>
    <w:rsid w:val="00A53C8C"/>
    <w:rsid w:val="00A54DA4"/>
    <w:rsid w:val="00A550EF"/>
    <w:rsid w:val="00A5551E"/>
    <w:rsid w:val="00A5622A"/>
    <w:rsid w:val="00A60D9F"/>
    <w:rsid w:val="00A610F8"/>
    <w:rsid w:val="00A619E7"/>
    <w:rsid w:val="00A63043"/>
    <w:rsid w:val="00A65222"/>
    <w:rsid w:val="00A65837"/>
    <w:rsid w:val="00A6775B"/>
    <w:rsid w:val="00A67BF3"/>
    <w:rsid w:val="00A71FCE"/>
    <w:rsid w:val="00A73E25"/>
    <w:rsid w:val="00A75071"/>
    <w:rsid w:val="00A7764F"/>
    <w:rsid w:val="00A77BD4"/>
    <w:rsid w:val="00A77ECE"/>
    <w:rsid w:val="00A81D21"/>
    <w:rsid w:val="00A82C98"/>
    <w:rsid w:val="00A868DC"/>
    <w:rsid w:val="00A876AB"/>
    <w:rsid w:val="00A915DD"/>
    <w:rsid w:val="00A92CC5"/>
    <w:rsid w:val="00A94CDE"/>
    <w:rsid w:val="00A9613D"/>
    <w:rsid w:val="00A96567"/>
    <w:rsid w:val="00AA0CC5"/>
    <w:rsid w:val="00AA2F25"/>
    <w:rsid w:val="00AA4708"/>
    <w:rsid w:val="00AA4E93"/>
    <w:rsid w:val="00AB2561"/>
    <w:rsid w:val="00AB5818"/>
    <w:rsid w:val="00AB5FA2"/>
    <w:rsid w:val="00AC154B"/>
    <w:rsid w:val="00AC4474"/>
    <w:rsid w:val="00AC4854"/>
    <w:rsid w:val="00AC52A0"/>
    <w:rsid w:val="00AC6961"/>
    <w:rsid w:val="00AD236B"/>
    <w:rsid w:val="00AD26DA"/>
    <w:rsid w:val="00AD34E2"/>
    <w:rsid w:val="00AD74E6"/>
    <w:rsid w:val="00AE0310"/>
    <w:rsid w:val="00AE6DF3"/>
    <w:rsid w:val="00AE7CC2"/>
    <w:rsid w:val="00AF053B"/>
    <w:rsid w:val="00AF263B"/>
    <w:rsid w:val="00AF32AA"/>
    <w:rsid w:val="00AF3F48"/>
    <w:rsid w:val="00B0170A"/>
    <w:rsid w:val="00B025AE"/>
    <w:rsid w:val="00B06FCE"/>
    <w:rsid w:val="00B1369D"/>
    <w:rsid w:val="00B16513"/>
    <w:rsid w:val="00B16B76"/>
    <w:rsid w:val="00B22527"/>
    <w:rsid w:val="00B24048"/>
    <w:rsid w:val="00B304DD"/>
    <w:rsid w:val="00B3127B"/>
    <w:rsid w:val="00B32471"/>
    <w:rsid w:val="00B3696F"/>
    <w:rsid w:val="00B36B2D"/>
    <w:rsid w:val="00B36C02"/>
    <w:rsid w:val="00B36F16"/>
    <w:rsid w:val="00B377B1"/>
    <w:rsid w:val="00B43BCD"/>
    <w:rsid w:val="00B4411C"/>
    <w:rsid w:val="00B455B5"/>
    <w:rsid w:val="00B52B21"/>
    <w:rsid w:val="00B5658F"/>
    <w:rsid w:val="00B6086E"/>
    <w:rsid w:val="00B664D5"/>
    <w:rsid w:val="00B66B5F"/>
    <w:rsid w:val="00B72F0B"/>
    <w:rsid w:val="00B73C18"/>
    <w:rsid w:val="00B74CFD"/>
    <w:rsid w:val="00B76073"/>
    <w:rsid w:val="00B7692E"/>
    <w:rsid w:val="00B77822"/>
    <w:rsid w:val="00B77E94"/>
    <w:rsid w:val="00B82D6A"/>
    <w:rsid w:val="00B9251A"/>
    <w:rsid w:val="00B9592C"/>
    <w:rsid w:val="00B97C6A"/>
    <w:rsid w:val="00BA1A9C"/>
    <w:rsid w:val="00BA43E0"/>
    <w:rsid w:val="00BA70FA"/>
    <w:rsid w:val="00BA713A"/>
    <w:rsid w:val="00BB11AA"/>
    <w:rsid w:val="00BB202A"/>
    <w:rsid w:val="00BB2A7A"/>
    <w:rsid w:val="00BB5249"/>
    <w:rsid w:val="00BB68CB"/>
    <w:rsid w:val="00BB70C1"/>
    <w:rsid w:val="00BC4112"/>
    <w:rsid w:val="00BC5AA0"/>
    <w:rsid w:val="00BC7800"/>
    <w:rsid w:val="00BD2213"/>
    <w:rsid w:val="00BD3E93"/>
    <w:rsid w:val="00BD4845"/>
    <w:rsid w:val="00BD591E"/>
    <w:rsid w:val="00BD6299"/>
    <w:rsid w:val="00BD78A5"/>
    <w:rsid w:val="00BD7DA0"/>
    <w:rsid w:val="00BE3E8B"/>
    <w:rsid w:val="00BE5D79"/>
    <w:rsid w:val="00BE64E1"/>
    <w:rsid w:val="00BF02D1"/>
    <w:rsid w:val="00BF0A46"/>
    <w:rsid w:val="00BF10C7"/>
    <w:rsid w:val="00BF1E7A"/>
    <w:rsid w:val="00BF5AF9"/>
    <w:rsid w:val="00C003B6"/>
    <w:rsid w:val="00C0102A"/>
    <w:rsid w:val="00C03700"/>
    <w:rsid w:val="00C05280"/>
    <w:rsid w:val="00C06234"/>
    <w:rsid w:val="00C06292"/>
    <w:rsid w:val="00C0757E"/>
    <w:rsid w:val="00C13ED2"/>
    <w:rsid w:val="00C1734A"/>
    <w:rsid w:val="00C22465"/>
    <w:rsid w:val="00C225F4"/>
    <w:rsid w:val="00C22F59"/>
    <w:rsid w:val="00C2319E"/>
    <w:rsid w:val="00C24655"/>
    <w:rsid w:val="00C30E2D"/>
    <w:rsid w:val="00C32A7A"/>
    <w:rsid w:val="00C33082"/>
    <w:rsid w:val="00C35530"/>
    <w:rsid w:val="00C3658B"/>
    <w:rsid w:val="00C36AB4"/>
    <w:rsid w:val="00C43ED9"/>
    <w:rsid w:val="00C5248A"/>
    <w:rsid w:val="00C528C3"/>
    <w:rsid w:val="00C536B9"/>
    <w:rsid w:val="00C5466C"/>
    <w:rsid w:val="00C54FEA"/>
    <w:rsid w:val="00C55E5C"/>
    <w:rsid w:val="00C569D9"/>
    <w:rsid w:val="00C57754"/>
    <w:rsid w:val="00C60FC7"/>
    <w:rsid w:val="00C625E6"/>
    <w:rsid w:val="00C647F5"/>
    <w:rsid w:val="00C6655B"/>
    <w:rsid w:val="00C72324"/>
    <w:rsid w:val="00C728B2"/>
    <w:rsid w:val="00C75F46"/>
    <w:rsid w:val="00C76B16"/>
    <w:rsid w:val="00C776D3"/>
    <w:rsid w:val="00C83018"/>
    <w:rsid w:val="00C833E8"/>
    <w:rsid w:val="00C9089C"/>
    <w:rsid w:val="00C91BEB"/>
    <w:rsid w:val="00C91E51"/>
    <w:rsid w:val="00C933EB"/>
    <w:rsid w:val="00C93695"/>
    <w:rsid w:val="00C93A44"/>
    <w:rsid w:val="00C94B95"/>
    <w:rsid w:val="00C96C5D"/>
    <w:rsid w:val="00CA1FE1"/>
    <w:rsid w:val="00CA3258"/>
    <w:rsid w:val="00CA4A05"/>
    <w:rsid w:val="00CA66BB"/>
    <w:rsid w:val="00CB0046"/>
    <w:rsid w:val="00CB3001"/>
    <w:rsid w:val="00CB67AA"/>
    <w:rsid w:val="00CC08D7"/>
    <w:rsid w:val="00CC0C87"/>
    <w:rsid w:val="00CC15F0"/>
    <w:rsid w:val="00CC1662"/>
    <w:rsid w:val="00CD11BE"/>
    <w:rsid w:val="00CD1822"/>
    <w:rsid w:val="00CD2DCD"/>
    <w:rsid w:val="00CD4D4E"/>
    <w:rsid w:val="00CD5CC6"/>
    <w:rsid w:val="00CD663E"/>
    <w:rsid w:val="00CE1767"/>
    <w:rsid w:val="00CE2FD1"/>
    <w:rsid w:val="00CE5FA6"/>
    <w:rsid w:val="00CE6221"/>
    <w:rsid w:val="00CF12C6"/>
    <w:rsid w:val="00CF1F68"/>
    <w:rsid w:val="00CF2EC9"/>
    <w:rsid w:val="00CF32C9"/>
    <w:rsid w:val="00CF4E2D"/>
    <w:rsid w:val="00D02D14"/>
    <w:rsid w:val="00D06DC5"/>
    <w:rsid w:val="00D13970"/>
    <w:rsid w:val="00D179D0"/>
    <w:rsid w:val="00D17E04"/>
    <w:rsid w:val="00D25068"/>
    <w:rsid w:val="00D252BA"/>
    <w:rsid w:val="00D253BF"/>
    <w:rsid w:val="00D27F8D"/>
    <w:rsid w:val="00D30491"/>
    <w:rsid w:val="00D318F2"/>
    <w:rsid w:val="00D36163"/>
    <w:rsid w:val="00D41DF2"/>
    <w:rsid w:val="00D46691"/>
    <w:rsid w:val="00D46B9A"/>
    <w:rsid w:val="00D5120C"/>
    <w:rsid w:val="00D51B34"/>
    <w:rsid w:val="00D51B61"/>
    <w:rsid w:val="00D52679"/>
    <w:rsid w:val="00D534FE"/>
    <w:rsid w:val="00D53BB2"/>
    <w:rsid w:val="00D54142"/>
    <w:rsid w:val="00D566A1"/>
    <w:rsid w:val="00D572CC"/>
    <w:rsid w:val="00D60889"/>
    <w:rsid w:val="00D62806"/>
    <w:rsid w:val="00D64AD8"/>
    <w:rsid w:val="00D66D34"/>
    <w:rsid w:val="00D735BD"/>
    <w:rsid w:val="00D758FC"/>
    <w:rsid w:val="00D75B31"/>
    <w:rsid w:val="00D75BC4"/>
    <w:rsid w:val="00D75F17"/>
    <w:rsid w:val="00D76CFC"/>
    <w:rsid w:val="00D77138"/>
    <w:rsid w:val="00D82464"/>
    <w:rsid w:val="00D83838"/>
    <w:rsid w:val="00D86886"/>
    <w:rsid w:val="00D90F14"/>
    <w:rsid w:val="00D9237F"/>
    <w:rsid w:val="00D9408E"/>
    <w:rsid w:val="00D94210"/>
    <w:rsid w:val="00DA1292"/>
    <w:rsid w:val="00DA2551"/>
    <w:rsid w:val="00DA2EA7"/>
    <w:rsid w:val="00DA5A53"/>
    <w:rsid w:val="00DA5D32"/>
    <w:rsid w:val="00DB2994"/>
    <w:rsid w:val="00DB2B4E"/>
    <w:rsid w:val="00DB328E"/>
    <w:rsid w:val="00DB5530"/>
    <w:rsid w:val="00DB659C"/>
    <w:rsid w:val="00DB6AE3"/>
    <w:rsid w:val="00DC1511"/>
    <w:rsid w:val="00DC17BA"/>
    <w:rsid w:val="00DC3292"/>
    <w:rsid w:val="00DC4229"/>
    <w:rsid w:val="00DC4AE4"/>
    <w:rsid w:val="00DC618F"/>
    <w:rsid w:val="00DC72B9"/>
    <w:rsid w:val="00DC7DDD"/>
    <w:rsid w:val="00DD0A71"/>
    <w:rsid w:val="00DD53FE"/>
    <w:rsid w:val="00DE1259"/>
    <w:rsid w:val="00DE5C17"/>
    <w:rsid w:val="00DF1833"/>
    <w:rsid w:val="00DF1932"/>
    <w:rsid w:val="00DF2AB4"/>
    <w:rsid w:val="00DF5F0F"/>
    <w:rsid w:val="00E02842"/>
    <w:rsid w:val="00E03C18"/>
    <w:rsid w:val="00E04621"/>
    <w:rsid w:val="00E059EF"/>
    <w:rsid w:val="00E06233"/>
    <w:rsid w:val="00E1500D"/>
    <w:rsid w:val="00E15641"/>
    <w:rsid w:val="00E158E8"/>
    <w:rsid w:val="00E15C3A"/>
    <w:rsid w:val="00E25FC6"/>
    <w:rsid w:val="00E2633B"/>
    <w:rsid w:val="00E27B93"/>
    <w:rsid w:val="00E324CC"/>
    <w:rsid w:val="00E33E48"/>
    <w:rsid w:val="00E377B7"/>
    <w:rsid w:val="00E37A60"/>
    <w:rsid w:val="00E41333"/>
    <w:rsid w:val="00E41C79"/>
    <w:rsid w:val="00E4476D"/>
    <w:rsid w:val="00E476B5"/>
    <w:rsid w:val="00E47860"/>
    <w:rsid w:val="00E50BBE"/>
    <w:rsid w:val="00E51BB5"/>
    <w:rsid w:val="00E51DB5"/>
    <w:rsid w:val="00E52EFF"/>
    <w:rsid w:val="00E540A9"/>
    <w:rsid w:val="00E55E0A"/>
    <w:rsid w:val="00E56D8F"/>
    <w:rsid w:val="00E61F9C"/>
    <w:rsid w:val="00E73696"/>
    <w:rsid w:val="00E8375E"/>
    <w:rsid w:val="00E84427"/>
    <w:rsid w:val="00E87246"/>
    <w:rsid w:val="00E96593"/>
    <w:rsid w:val="00E97475"/>
    <w:rsid w:val="00E97648"/>
    <w:rsid w:val="00E97D7D"/>
    <w:rsid w:val="00EA5C3F"/>
    <w:rsid w:val="00EB002D"/>
    <w:rsid w:val="00EB4C42"/>
    <w:rsid w:val="00EB562A"/>
    <w:rsid w:val="00EB643E"/>
    <w:rsid w:val="00EB7F1A"/>
    <w:rsid w:val="00EC34F3"/>
    <w:rsid w:val="00EC3CCA"/>
    <w:rsid w:val="00EC50C3"/>
    <w:rsid w:val="00EC5157"/>
    <w:rsid w:val="00EC54F3"/>
    <w:rsid w:val="00EC5573"/>
    <w:rsid w:val="00EC7117"/>
    <w:rsid w:val="00EC719F"/>
    <w:rsid w:val="00EC7DBA"/>
    <w:rsid w:val="00ED138F"/>
    <w:rsid w:val="00ED2F7C"/>
    <w:rsid w:val="00ED38A2"/>
    <w:rsid w:val="00EE14D9"/>
    <w:rsid w:val="00EE1749"/>
    <w:rsid w:val="00EE4253"/>
    <w:rsid w:val="00EE49D2"/>
    <w:rsid w:val="00EE4FA0"/>
    <w:rsid w:val="00EE6768"/>
    <w:rsid w:val="00EF0037"/>
    <w:rsid w:val="00EF1259"/>
    <w:rsid w:val="00EF181F"/>
    <w:rsid w:val="00F0010F"/>
    <w:rsid w:val="00F06A40"/>
    <w:rsid w:val="00F11DBB"/>
    <w:rsid w:val="00F130DE"/>
    <w:rsid w:val="00F135DE"/>
    <w:rsid w:val="00F16CA6"/>
    <w:rsid w:val="00F267DA"/>
    <w:rsid w:val="00F2694E"/>
    <w:rsid w:val="00F26BA1"/>
    <w:rsid w:val="00F313EC"/>
    <w:rsid w:val="00F34F7B"/>
    <w:rsid w:val="00F36A7A"/>
    <w:rsid w:val="00F435F2"/>
    <w:rsid w:val="00F43828"/>
    <w:rsid w:val="00F440EC"/>
    <w:rsid w:val="00F44A6F"/>
    <w:rsid w:val="00F44CD1"/>
    <w:rsid w:val="00F50A2A"/>
    <w:rsid w:val="00F50C25"/>
    <w:rsid w:val="00F519B8"/>
    <w:rsid w:val="00F54B6D"/>
    <w:rsid w:val="00F565CF"/>
    <w:rsid w:val="00F566A0"/>
    <w:rsid w:val="00F575AC"/>
    <w:rsid w:val="00F63301"/>
    <w:rsid w:val="00F65395"/>
    <w:rsid w:val="00F733C5"/>
    <w:rsid w:val="00F76496"/>
    <w:rsid w:val="00F82838"/>
    <w:rsid w:val="00F82F20"/>
    <w:rsid w:val="00F8630C"/>
    <w:rsid w:val="00F87B06"/>
    <w:rsid w:val="00F87CF7"/>
    <w:rsid w:val="00F90048"/>
    <w:rsid w:val="00F95D00"/>
    <w:rsid w:val="00F960FB"/>
    <w:rsid w:val="00FA3A68"/>
    <w:rsid w:val="00FC2B89"/>
    <w:rsid w:val="00FC5FE0"/>
    <w:rsid w:val="00FC7FB1"/>
    <w:rsid w:val="00FD0334"/>
    <w:rsid w:val="00FD3930"/>
    <w:rsid w:val="00FD4129"/>
    <w:rsid w:val="00FD5102"/>
    <w:rsid w:val="00FE1DE4"/>
    <w:rsid w:val="00FE2DEF"/>
    <w:rsid w:val="00FE36AC"/>
    <w:rsid w:val="00FE4A38"/>
    <w:rsid w:val="00FF1CED"/>
    <w:rsid w:val="00FF43FB"/>
    <w:rsid w:val="00FF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."/>
  <w:listSeparator w:val=";"/>
  <w14:docId w14:val="35F353FE"/>
  <w15:docId w15:val="{DB751B9F-55BC-4AB7-8262-9928E287B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7CB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4875"/>
    <w:pPr>
      <w:tabs>
        <w:tab w:val="center" w:pos="4419"/>
        <w:tab w:val="right" w:pos="8838"/>
      </w:tabs>
      <w:spacing w:after="0" w:line="240" w:lineRule="auto"/>
    </w:pPr>
    <w:rPr>
      <w:lang w:val="es-HN"/>
    </w:rPr>
  </w:style>
  <w:style w:type="character" w:customStyle="1" w:styleId="EncabezadoCar">
    <w:name w:val="Encabezado Car"/>
    <w:basedOn w:val="Fuentedeprrafopredeter"/>
    <w:link w:val="Encabezado"/>
    <w:uiPriority w:val="99"/>
    <w:rsid w:val="00474875"/>
  </w:style>
  <w:style w:type="paragraph" w:styleId="Piedepgina">
    <w:name w:val="footer"/>
    <w:basedOn w:val="Normal"/>
    <w:link w:val="PiedepginaCar"/>
    <w:uiPriority w:val="99"/>
    <w:unhideWhenUsed/>
    <w:rsid w:val="00474875"/>
    <w:pPr>
      <w:tabs>
        <w:tab w:val="center" w:pos="4419"/>
        <w:tab w:val="right" w:pos="8838"/>
      </w:tabs>
      <w:spacing w:after="0" w:line="240" w:lineRule="auto"/>
    </w:pPr>
    <w:rPr>
      <w:lang w:val="es-H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74875"/>
  </w:style>
  <w:style w:type="paragraph" w:styleId="Textodeglobo">
    <w:name w:val="Balloon Text"/>
    <w:basedOn w:val="Normal"/>
    <w:link w:val="TextodegloboCar"/>
    <w:uiPriority w:val="99"/>
    <w:semiHidden/>
    <w:unhideWhenUsed/>
    <w:rsid w:val="00474875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47487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7B27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link w:val="SinespaciadoCar"/>
    <w:uiPriority w:val="1"/>
    <w:qFormat/>
    <w:rsid w:val="00EC719F"/>
    <w:rPr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22485C"/>
    <w:rPr>
      <w:sz w:val="22"/>
      <w:szCs w:val="22"/>
      <w:lang w:val="es-ES" w:eastAsia="en-US" w:bidi="ar-SA"/>
    </w:rPr>
  </w:style>
  <w:style w:type="paragraph" w:styleId="Prrafodelista">
    <w:name w:val="List Paragraph"/>
    <w:basedOn w:val="Normal"/>
    <w:uiPriority w:val="34"/>
    <w:qFormat/>
    <w:rsid w:val="00695BCD"/>
    <w:pPr>
      <w:ind w:left="708"/>
    </w:pPr>
  </w:style>
  <w:style w:type="character" w:styleId="Hipervnculo">
    <w:name w:val="Hyperlink"/>
    <w:uiPriority w:val="99"/>
    <w:unhideWhenUsed/>
    <w:rsid w:val="00A619E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625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Textoennegrita">
    <w:name w:val="Strong"/>
    <w:uiPriority w:val="22"/>
    <w:qFormat/>
    <w:rsid w:val="00C625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5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eth\Escritorio\Ok%20Papel%20Membretado%20Escuela%20Ciencias%20de%20la%20Cultura%20F+&#161;s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EF160-B1F7-41AF-81C7-919AA857E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Ok Papel Membretado Escuela Ciencias de la Cultura F+¡sica</Template>
  <TotalTime>218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1003</CharactersWithSpaces>
  <SharedDoc>false</SharedDoc>
  <HLinks>
    <vt:vector size="6" baseType="variant">
      <vt:variant>
        <vt:i4>3473454</vt:i4>
      </vt:variant>
      <vt:variant>
        <vt:i4>0</vt:i4>
      </vt:variant>
      <vt:variant>
        <vt:i4>0</vt:i4>
      </vt:variant>
      <vt:variant>
        <vt:i4>5</vt:i4>
      </vt:variant>
      <vt:variant>
        <vt:lpwstr>http://www.unah.edu.hn/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lastenia</dc:creator>
  <cp:lastModifiedBy>EMILSON OMAR ACOSTA GIRON</cp:lastModifiedBy>
  <cp:revision>49</cp:revision>
  <cp:lastPrinted>2019-03-19T19:45:00Z</cp:lastPrinted>
  <dcterms:created xsi:type="dcterms:W3CDTF">2017-04-04T17:03:00Z</dcterms:created>
  <dcterms:modified xsi:type="dcterms:W3CDTF">2020-09-28T22:53:00Z</dcterms:modified>
</cp:coreProperties>
</file>